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ED97135" w14:textId="0B7BA73B" w:rsidR="00200BBC" w:rsidRPr="00200BBC" w:rsidRDefault="00200BBC" w:rsidP="00200BBC">
      <w:pPr>
        <w:jc w:val="center"/>
        <w:rPr>
          <w:b/>
          <w:caps/>
          <w:szCs w:val="24"/>
          <w:lang w:val="en-US"/>
        </w:rPr>
      </w:pPr>
      <w:bookmarkStart w:id="0" w:name="_Hlk213075215"/>
      <w:bookmarkStart w:id="1" w:name="_Hlk189040560"/>
      <w:r w:rsidRPr="00200BBC">
        <w:rPr>
          <w:b/>
          <w:caps/>
          <w:szCs w:val="24"/>
          <w:lang w:val="en-US"/>
        </w:rPr>
        <w:t>DĖL 20</w:t>
      </w:r>
      <w:r w:rsidR="002D355D">
        <w:rPr>
          <w:b/>
          <w:caps/>
          <w:szCs w:val="24"/>
          <w:lang w:val="en-US"/>
        </w:rPr>
        <w:t>2</w:t>
      </w:r>
      <w:r w:rsidR="00393365">
        <w:rPr>
          <w:b/>
          <w:caps/>
          <w:szCs w:val="24"/>
          <w:lang w:val="en-US"/>
        </w:rPr>
        <w:t>4</w:t>
      </w:r>
      <w:r w:rsidRPr="00200BBC">
        <w:rPr>
          <w:b/>
          <w:caps/>
          <w:szCs w:val="24"/>
          <w:lang w:val="en-US"/>
        </w:rPr>
        <w:t xml:space="preserve"> m. </w:t>
      </w:r>
      <w:r w:rsidR="00393365">
        <w:rPr>
          <w:b/>
          <w:caps/>
          <w:szCs w:val="24"/>
          <w:lang w:val="en-US"/>
        </w:rPr>
        <w:t>LAPKRIČIO 5</w:t>
      </w:r>
      <w:r w:rsidRPr="00200BBC">
        <w:rPr>
          <w:b/>
          <w:caps/>
          <w:szCs w:val="24"/>
          <w:lang w:val="en-US"/>
        </w:rPr>
        <w:t xml:space="preserve"> d. VALSTYBINĖS ŽEMĖS NUOMOS SUTARTIES</w:t>
      </w:r>
    </w:p>
    <w:p w14:paraId="53564538" w14:textId="345C2596" w:rsidR="006860A4" w:rsidRDefault="00200BBC" w:rsidP="00200BBC">
      <w:pPr>
        <w:jc w:val="center"/>
        <w:rPr>
          <w:b/>
          <w:caps/>
          <w:szCs w:val="24"/>
        </w:rPr>
      </w:pPr>
      <w:r w:rsidRPr="00200BBC">
        <w:rPr>
          <w:b/>
          <w:caps/>
          <w:szCs w:val="24"/>
          <w:lang w:val="en-US"/>
        </w:rPr>
        <w:t xml:space="preserve">NR. </w:t>
      </w:r>
      <w:r w:rsidR="00393365">
        <w:rPr>
          <w:b/>
          <w:caps/>
          <w:szCs w:val="24"/>
          <w:lang w:val="en-US"/>
        </w:rPr>
        <w:t>(4.1.8) r5-756</w:t>
      </w:r>
      <w:r w:rsidRPr="00200BBC">
        <w:rPr>
          <w:b/>
          <w:caps/>
          <w:szCs w:val="24"/>
          <w:lang w:val="en-US"/>
        </w:rPr>
        <w:t xml:space="preserve"> NUTRAUKIMO</w:t>
      </w:r>
      <w:bookmarkEnd w:id="0"/>
    </w:p>
    <w:bookmarkEnd w:id="1"/>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3FCA2E80"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72534D">
        <w:rPr>
          <w:color w:val="000000"/>
          <w:szCs w:val="24"/>
          <w:shd w:val="clear" w:color="auto" w:fill="FFFFFF"/>
        </w:rPr>
        <w:t xml:space="preserve"> lapkričio 12 </w:t>
      </w:r>
      <w:r>
        <w:rPr>
          <w:color w:val="000000"/>
          <w:szCs w:val="24"/>
          <w:shd w:val="clear" w:color="auto" w:fill="FFFFFF"/>
        </w:rPr>
        <w:t>d. Nr. T10-</w:t>
      </w:r>
      <w:r w:rsidR="0072534D">
        <w:rPr>
          <w:color w:val="000000"/>
          <w:szCs w:val="24"/>
          <w:shd w:val="clear" w:color="auto" w:fill="FFFFFF"/>
        </w:rPr>
        <w:t>231</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01D1BFF6" w:rsidR="00AF5110" w:rsidRPr="003B7DF1" w:rsidRDefault="00AF5110" w:rsidP="008C26C2">
      <w:pPr>
        <w:pStyle w:val="Pagrindiniotekstotrauka2"/>
        <w:spacing w:after="0" w:line="240" w:lineRule="auto"/>
        <w:ind w:left="0" w:firstLine="1247"/>
        <w:jc w:val="both"/>
      </w:pPr>
      <w:r w:rsidRPr="003B7DF1">
        <w:t>Vadovaudamasi Lietuvos Respublikos vietos savivaldos įstatymo 15 straipsnio 2 dalies 20 punktu, Lietuvos Respublikos civilinio kodekso 6.562 straipsnio 6 </w:t>
      </w:r>
      <w:r w:rsidR="00B56FB5">
        <w:t>punktu</w:t>
      </w:r>
      <w:r w:rsidRPr="003B7DF1">
        <w:t xml:space="preserve">, Lietuvos Respublikos žemės įstatymo 7 straipsnio 1 dalies 2 punktu, </w:t>
      </w:r>
      <w:bookmarkStart w:id="2" w:name="part_43467b3002124cee96dad3584590b439"/>
      <w:bookmarkEnd w:id="2"/>
      <w:r w:rsidRPr="003B7DF1">
        <w:t>atsižvelgdama į</w:t>
      </w:r>
      <w:r w:rsidR="008C26C2" w:rsidRPr="003B7DF1">
        <w:t xml:space="preserve"> </w:t>
      </w:r>
      <w:r w:rsidR="0072534D" w:rsidRPr="0072534D">
        <w:rPr>
          <w:rStyle w:val="PagrindinistekstasDiagrama"/>
          <w:rFonts w:eastAsia="Arial"/>
          <w:i/>
        </w:rPr>
        <w:t>(duomenys neskelbtini)</w:t>
      </w:r>
      <w:r w:rsidR="0072534D">
        <w:rPr>
          <w:rStyle w:val="PagrindinistekstasDiagrama"/>
          <w:rFonts w:eastAsia="Arial"/>
          <w:i/>
        </w:rPr>
        <w:t xml:space="preserve"> </w:t>
      </w:r>
      <w:r w:rsidRPr="003B7DF1">
        <w:t xml:space="preserve">2025 m. </w:t>
      </w:r>
      <w:r w:rsidR="002D355D">
        <w:t>spalio 24</w:t>
      </w:r>
      <w:r w:rsidR="003B7DF1" w:rsidRPr="003B7DF1">
        <w:t xml:space="preserve"> </w:t>
      </w:r>
      <w:r w:rsidR="00200BBC" w:rsidRPr="003B7DF1">
        <w:t>d</w:t>
      </w:r>
      <w:r w:rsidRPr="003B7DF1">
        <w:t xml:space="preserve">. prašymą, Skuodo rajono savivaldybės taryba </w:t>
      </w:r>
      <w:r w:rsidRPr="003B7DF1">
        <w:rPr>
          <w:spacing w:val="40"/>
        </w:rPr>
        <w:t>nusprendži</w:t>
      </w:r>
      <w:r w:rsidRPr="003B7DF1">
        <w:t>a:</w:t>
      </w:r>
    </w:p>
    <w:p w14:paraId="5742947C" w14:textId="7A4A803D" w:rsidR="00200BBC" w:rsidRPr="003B7DF1" w:rsidRDefault="00200BBC" w:rsidP="00200BBC">
      <w:pPr>
        <w:ind w:firstLine="1247"/>
        <w:jc w:val="both"/>
        <w:rPr>
          <w:szCs w:val="24"/>
        </w:rPr>
      </w:pPr>
      <w:r w:rsidRPr="003B7DF1">
        <w:rPr>
          <w:szCs w:val="24"/>
        </w:rPr>
        <w:t xml:space="preserve">1. </w:t>
      </w:r>
      <w:r w:rsidR="004C74D4" w:rsidRPr="003B7DF1">
        <w:rPr>
          <w:szCs w:val="24"/>
        </w:rPr>
        <w:t>Nutraukti</w:t>
      </w:r>
      <w:r w:rsidR="000B0A22" w:rsidRPr="003B7DF1">
        <w:rPr>
          <w:szCs w:val="24"/>
        </w:rPr>
        <w:t xml:space="preserve"> su </w:t>
      </w:r>
      <w:r w:rsidR="0072534D" w:rsidRPr="0072534D">
        <w:rPr>
          <w:rStyle w:val="PagrindinistekstasDiagrama"/>
          <w:rFonts w:eastAsia="Arial"/>
          <w:i/>
          <w:szCs w:val="24"/>
        </w:rPr>
        <w:t>(duomenys neskelbtini)</w:t>
      </w:r>
      <w:r w:rsidR="0072534D">
        <w:rPr>
          <w:rStyle w:val="PagrindinistekstasDiagrama"/>
          <w:rFonts w:eastAsia="Arial"/>
          <w:i/>
          <w:szCs w:val="24"/>
        </w:rPr>
        <w:t xml:space="preserve"> </w:t>
      </w:r>
      <w:r w:rsidR="009808C4" w:rsidRPr="003B7DF1">
        <w:rPr>
          <w:bCs/>
          <w:szCs w:val="24"/>
        </w:rPr>
        <w:t>20</w:t>
      </w:r>
      <w:r w:rsidR="002D355D">
        <w:rPr>
          <w:bCs/>
          <w:szCs w:val="24"/>
        </w:rPr>
        <w:t>2</w:t>
      </w:r>
      <w:r w:rsidR="00393365">
        <w:rPr>
          <w:bCs/>
          <w:szCs w:val="24"/>
        </w:rPr>
        <w:t>4</w:t>
      </w:r>
      <w:r w:rsidR="004C74D4" w:rsidRPr="003B7DF1">
        <w:rPr>
          <w:szCs w:val="24"/>
        </w:rPr>
        <w:t xml:space="preserve"> m. </w:t>
      </w:r>
      <w:r w:rsidR="00393365">
        <w:rPr>
          <w:szCs w:val="24"/>
        </w:rPr>
        <w:t xml:space="preserve">lapkričio 5 </w:t>
      </w:r>
      <w:r w:rsidR="004C74D4" w:rsidRPr="003B7DF1">
        <w:rPr>
          <w:szCs w:val="24"/>
        </w:rPr>
        <w:t xml:space="preserve">d. </w:t>
      </w:r>
      <w:r w:rsidR="000B0A22" w:rsidRPr="003B7DF1">
        <w:rPr>
          <w:szCs w:val="24"/>
        </w:rPr>
        <w:t xml:space="preserve">sudarytą </w:t>
      </w:r>
      <w:r w:rsidR="004C74D4" w:rsidRPr="003B7DF1">
        <w:rPr>
          <w:szCs w:val="24"/>
        </w:rPr>
        <w:t>valstybinės žemės nuomos sutartį Nr. </w:t>
      </w:r>
      <w:r w:rsidR="00393365" w:rsidRPr="00393365">
        <w:rPr>
          <w:bCs/>
          <w:caps/>
          <w:szCs w:val="24"/>
          <w:lang w:val="en-US"/>
        </w:rPr>
        <w:t xml:space="preserve">(4.1.8) r5-756 </w:t>
      </w:r>
      <w:r w:rsidR="000B0A22" w:rsidRPr="00393365">
        <w:rPr>
          <w:bCs/>
          <w:szCs w:val="24"/>
        </w:rPr>
        <w:t>d</w:t>
      </w:r>
      <w:r w:rsidR="000B0A22" w:rsidRPr="003B7DF1">
        <w:rPr>
          <w:szCs w:val="24"/>
        </w:rPr>
        <w:t>ėl</w:t>
      </w:r>
      <w:r w:rsidR="004C74D4" w:rsidRPr="003B7DF1">
        <w:rPr>
          <w:szCs w:val="24"/>
        </w:rPr>
        <w:t xml:space="preserve"> </w:t>
      </w:r>
      <w:r w:rsidR="001F59E8" w:rsidRPr="003B7DF1">
        <w:rPr>
          <w:szCs w:val="24"/>
        </w:rPr>
        <w:t>0,</w:t>
      </w:r>
      <w:r w:rsidR="002D355D">
        <w:rPr>
          <w:szCs w:val="24"/>
        </w:rPr>
        <w:t>5</w:t>
      </w:r>
      <w:r w:rsidR="00393365">
        <w:rPr>
          <w:szCs w:val="24"/>
        </w:rPr>
        <w:t>324</w:t>
      </w:r>
      <w:r w:rsidR="001F59E8" w:rsidRPr="003B7DF1">
        <w:rPr>
          <w:szCs w:val="24"/>
        </w:rPr>
        <w:t xml:space="preserve"> ha ploto žemės sklypo, kadastro Nr. 75</w:t>
      </w:r>
      <w:r w:rsidR="00393365">
        <w:rPr>
          <w:szCs w:val="24"/>
        </w:rPr>
        <w:t>50</w:t>
      </w:r>
      <w:r w:rsidR="001F59E8" w:rsidRPr="003B7DF1">
        <w:rPr>
          <w:szCs w:val="24"/>
        </w:rPr>
        <w:t>/000</w:t>
      </w:r>
      <w:r w:rsidRPr="003B7DF1">
        <w:rPr>
          <w:szCs w:val="24"/>
        </w:rPr>
        <w:t>5</w:t>
      </w:r>
      <w:r w:rsidR="001F59E8" w:rsidRPr="003B7DF1">
        <w:rPr>
          <w:szCs w:val="24"/>
        </w:rPr>
        <w:t>:</w:t>
      </w:r>
      <w:r w:rsidR="00393365">
        <w:rPr>
          <w:szCs w:val="24"/>
        </w:rPr>
        <w:t>443</w:t>
      </w:r>
      <w:r w:rsidR="001F59E8" w:rsidRPr="003B7DF1">
        <w:rPr>
          <w:bCs/>
          <w:szCs w:val="24"/>
        </w:rPr>
        <w:t xml:space="preserve">, unikalus Nr. </w:t>
      </w:r>
      <w:r w:rsidR="003C6592" w:rsidRPr="003B7DF1">
        <w:rPr>
          <w:bCs/>
          <w:szCs w:val="24"/>
        </w:rPr>
        <w:t>4400-</w:t>
      </w:r>
      <w:r w:rsidR="00393365">
        <w:rPr>
          <w:bCs/>
          <w:szCs w:val="24"/>
        </w:rPr>
        <w:t>5219-1864</w:t>
      </w:r>
      <w:r w:rsidR="001F59E8" w:rsidRPr="003B7DF1">
        <w:rPr>
          <w:szCs w:val="24"/>
        </w:rPr>
        <w:t>,</w:t>
      </w:r>
      <w:r w:rsidR="002D355D">
        <w:rPr>
          <w:szCs w:val="24"/>
        </w:rPr>
        <w:t xml:space="preserve"> 0,0</w:t>
      </w:r>
      <w:r w:rsidR="00393365">
        <w:rPr>
          <w:szCs w:val="24"/>
        </w:rPr>
        <w:t>070</w:t>
      </w:r>
      <w:r w:rsidR="002D355D">
        <w:rPr>
          <w:szCs w:val="24"/>
        </w:rPr>
        <w:t xml:space="preserve"> ha dalies,</w:t>
      </w:r>
      <w:r w:rsidR="001F59E8" w:rsidRPr="003B7DF1">
        <w:rPr>
          <w:szCs w:val="24"/>
        </w:rPr>
        <w:t xml:space="preserve"> esančio</w:t>
      </w:r>
      <w:r w:rsidR="002D355D">
        <w:rPr>
          <w:szCs w:val="24"/>
        </w:rPr>
        <w:t>s</w:t>
      </w:r>
      <w:r w:rsidR="001F59E8" w:rsidRPr="003B7DF1">
        <w:rPr>
          <w:szCs w:val="24"/>
        </w:rPr>
        <w:t xml:space="preserve"> </w:t>
      </w:r>
      <w:r w:rsidR="00393365">
        <w:rPr>
          <w:szCs w:val="24"/>
        </w:rPr>
        <w:t>Pievų g. 38, Skuodo mieste</w:t>
      </w:r>
      <w:r w:rsidR="008F286F">
        <w:rPr>
          <w:szCs w:val="24"/>
        </w:rPr>
        <w:t>.</w:t>
      </w:r>
    </w:p>
    <w:p w14:paraId="7F086551" w14:textId="6C27CCBF" w:rsidR="0032574B" w:rsidRPr="003B7DF1" w:rsidRDefault="00200BBC" w:rsidP="00A05D7B">
      <w:pPr>
        <w:ind w:firstLine="1247"/>
        <w:jc w:val="both"/>
      </w:pPr>
      <w:bookmarkStart w:id="3" w:name="_Hlk189040690"/>
      <w:r w:rsidRPr="003B7DF1">
        <w:t>2. P</w:t>
      </w:r>
      <w:r w:rsidR="0032574B" w:rsidRPr="003B7DF1">
        <w:t xml:space="preserve">avesti Skuodo rajono savivaldybės merui Stasiui Gutautui pasirašyti susitarimą ir visus kitus dokumentus, susijusius su šiuo pavedimu </w:t>
      </w:r>
      <w:r w:rsidR="0032574B" w:rsidRPr="003B7DF1">
        <w:rPr>
          <w:szCs w:val="24"/>
        </w:rPr>
        <w:t>(pridedama)</w:t>
      </w:r>
      <w:r w:rsidR="0032574B" w:rsidRPr="003B7DF1">
        <w:t>.</w:t>
      </w:r>
    </w:p>
    <w:bookmarkEnd w:id="3"/>
    <w:p w14:paraId="2A0AD646" w14:textId="0B4F8713" w:rsidR="003C6592" w:rsidRPr="003B7DF1" w:rsidRDefault="00200BBC" w:rsidP="003C6592">
      <w:pPr>
        <w:widowControl w:val="0"/>
        <w:tabs>
          <w:tab w:val="center" w:pos="851"/>
          <w:tab w:val="left" w:pos="1134"/>
          <w:tab w:val="center" w:pos="4153"/>
          <w:tab w:val="right" w:pos="8306"/>
        </w:tabs>
        <w:ind w:firstLine="1247"/>
        <w:jc w:val="both"/>
        <w:rPr>
          <w:szCs w:val="24"/>
        </w:rPr>
      </w:pPr>
      <w:r w:rsidRPr="003B7DF1">
        <w:rPr>
          <w:szCs w:val="24"/>
        </w:rPr>
        <w:t>3</w:t>
      </w:r>
      <w:r w:rsidR="00B06467" w:rsidRPr="003B7DF1">
        <w:rPr>
          <w:szCs w:val="24"/>
        </w:rPr>
        <w:t xml:space="preserve">. </w:t>
      </w:r>
      <w:r w:rsidR="003C6592" w:rsidRPr="003B7DF1">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171EE098" w14:textId="7CCB1351" w:rsidR="006860A4" w:rsidRPr="00AF5110" w:rsidRDefault="006860A4" w:rsidP="003C6592">
      <w:pPr>
        <w:widowControl w:val="0"/>
        <w:tabs>
          <w:tab w:val="center" w:pos="851"/>
          <w:tab w:val="left" w:pos="1134"/>
          <w:tab w:val="center" w:pos="4153"/>
          <w:tab w:val="right" w:pos="8306"/>
        </w:tabs>
        <w:ind w:firstLine="1247"/>
        <w:jc w:val="both"/>
        <w:rPr>
          <w:szCs w:val="24"/>
        </w:rPr>
      </w:pPr>
    </w:p>
    <w:p w14:paraId="35D79D7E" w14:textId="1C9B655A" w:rsidR="00555BD6" w:rsidRDefault="00555BD6">
      <w:pPr>
        <w:tabs>
          <w:tab w:val="left" w:pos="5670"/>
          <w:tab w:val="left" w:pos="7044"/>
        </w:tabs>
        <w:jc w:val="both"/>
        <w:rPr>
          <w:b/>
          <w:bCs/>
          <w:szCs w:val="24"/>
        </w:rPr>
      </w:pPr>
    </w:p>
    <w:p w14:paraId="64A87FDB" w14:textId="77777777" w:rsidR="0072534D" w:rsidRPr="00AF5110" w:rsidRDefault="0072534D">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2534D" w14:paraId="575A0FF4" w14:textId="77777777" w:rsidTr="0072534D">
        <w:tc>
          <w:tcPr>
            <w:tcW w:w="4814" w:type="dxa"/>
          </w:tcPr>
          <w:p w14:paraId="6A06143B" w14:textId="1950A250" w:rsidR="0072534D" w:rsidRDefault="0072534D" w:rsidP="0072534D">
            <w:pPr>
              <w:tabs>
                <w:tab w:val="left" w:pos="5670"/>
                <w:tab w:val="left" w:pos="7044"/>
              </w:tabs>
              <w:ind w:hanging="120"/>
              <w:jc w:val="both"/>
              <w:rPr>
                <w:szCs w:val="24"/>
              </w:rPr>
            </w:pPr>
            <w:r>
              <w:rPr>
                <w:szCs w:val="24"/>
              </w:rPr>
              <w:t>Savivaldybės meras</w:t>
            </w:r>
          </w:p>
        </w:tc>
        <w:tc>
          <w:tcPr>
            <w:tcW w:w="4815" w:type="dxa"/>
          </w:tcPr>
          <w:p w14:paraId="06431A71" w14:textId="77777777" w:rsidR="0072534D" w:rsidRDefault="0072534D">
            <w:pPr>
              <w:tabs>
                <w:tab w:val="left" w:pos="5670"/>
                <w:tab w:val="left" w:pos="7044"/>
              </w:tabs>
              <w:jc w:val="both"/>
              <w:rPr>
                <w:szCs w:val="24"/>
              </w:rPr>
            </w:pPr>
          </w:p>
        </w:tc>
      </w:tr>
    </w:tbl>
    <w:p w14:paraId="5020552D" w14:textId="1E218A85"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70AA1BC4"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2990A" w14:textId="77777777" w:rsidR="00A02ADC" w:rsidRDefault="00A02ADC">
      <w:r>
        <w:separator/>
      </w:r>
    </w:p>
  </w:endnote>
  <w:endnote w:type="continuationSeparator" w:id="0">
    <w:p w14:paraId="70A9FDCD" w14:textId="77777777" w:rsidR="00A02ADC" w:rsidRDefault="00A02ADC">
      <w:r>
        <w:continuationSeparator/>
      </w:r>
    </w:p>
  </w:endnote>
  <w:endnote w:type="continuationNotice" w:id="1">
    <w:p w14:paraId="2E238C68" w14:textId="77777777" w:rsidR="00A02ADC" w:rsidRDefault="00A02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F0DEA" w14:textId="77777777" w:rsidR="00A02ADC" w:rsidRDefault="00A02ADC">
      <w:r>
        <w:separator/>
      </w:r>
    </w:p>
  </w:footnote>
  <w:footnote w:type="continuationSeparator" w:id="0">
    <w:p w14:paraId="658D5382" w14:textId="77777777" w:rsidR="00A02ADC" w:rsidRDefault="00A02ADC">
      <w:r>
        <w:continuationSeparator/>
      </w:r>
    </w:p>
  </w:footnote>
  <w:footnote w:type="continuationNotice" w:id="1">
    <w:p w14:paraId="43F3CF77" w14:textId="77777777" w:rsidR="00A02ADC" w:rsidRDefault="00A02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46554"/>
    <w:rsid w:val="000775FC"/>
    <w:rsid w:val="000B0A22"/>
    <w:rsid w:val="000B50CC"/>
    <w:rsid w:val="000D5B4C"/>
    <w:rsid w:val="00101C00"/>
    <w:rsid w:val="0014038B"/>
    <w:rsid w:val="00141E25"/>
    <w:rsid w:val="00143245"/>
    <w:rsid w:val="001F59E8"/>
    <w:rsid w:val="00200BBC"/>
    <w:rsid w:val="00206277"/>
    <w:rsid w:val="0021341B"/>
    <w:rsid w:val="00221347"/>
    <w:rsid w:val="002964FF"/>
    <w:rsid w:val="002D355D"/>
    <w:rsid w:val="0032574B"/>
    <w:rsid w:val="00340159"/>
    <w:rsid w:val="00393365"/>
    <w:rsid w:val="003A31EE"/>
    <w:rsid w:val="003B7DF1"/>
    <w:rsid w:val="003C6592"/>
    <w:rsid w:val="0043448D"/>
    <w:rsid w:val="00482CE7"/>
    <w:rsid w:val="004B799F"/>
    <w:rsid w:val="004C6992"/>
    <w:rsid w:val="004C74D4"/>
    <w:rsid w:val="005134A6"/>
    <w:rsid w:val="00526169"/>
    <w:rsid w:val="00555BD6"/>
    <w:rsid w:val="005D7A12"/>
    <w:rsid w:val="00602E62"/>
    <w:rsid w:val="00612688"/>
    <w:rsid w:val="00623CF7"/>
    <w:rsid w:val="00636474"/>
    <w:rsid w:val="006424EA"/>
    <w:rsid w:val="006860A4"/>
    <w:rsid w:val="006972A3"/>
    <w:rsid w:val="006B0F4A"/>
    <w:rsid w:val="0072534D"/>
    <w:rsid w:val="00733F3C"/>
    <w:rsid w:val="00763FA3"/>
    <w:rsid w:val="007C447F"/>
    <w:rsid w:val="00864D86"/>
    <w:rsid w:val="00872A1C"/>
    <w:rsid w:val="008A3F0B"/>
    <w:rsid w:val="008C26C2"/>
    <w:rsid w:val="008F286F"/>
    <w:rsid w:val="009337A2"/>
    <w:rsid w:val="009808C4"/>
    <w:rsid w:val="00991901"/>
    <w:rsid w:val="009A4880"/>
    <w:rsid w:val="009B17CB"/>
    <w:rsid w:val="00A02ADC"/>
    <w:rsid w:val="00A05D7B"/>
    <w:rsid w:val="00A667EC"/>
    <w:rsid w:val="00AF5110"/>
    <w:rsid w:val="00B06467"/>
    <w:rsid w:val="00B37777"/>
    <w:rsid w:val="00B40599"/>
    <w:rsid w:val="00B51E09"/>
    <w:rsid w:val="00B56FB5"/>
    <w:rsid w:val="00C4141B"/>
    <w:rsid w:val="00D11319"/>
    <w:rsid w:val="00E216E0"/>
    <w:rsid w:val="00F14F04"/>
    <w:rsid w:val="00FC4D58"/>
    <w:rsid w:val="00FD5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4</TotalTime>
  <Pages>1</Pages>
  <Words>915</Words>
  <Characters>523</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2025-11-12T08:50:00Z</dcterms:created>
  <dcterms:modified xsi:type="dcterms:W3CDTF">2025-11-12T08:53:00Z</dcterms:modified>
</cp:coreProperties>
</file>